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7ED9D5E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A6B15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F84D30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8D5F9E">
        <w:rPr>
          <w:rFonts w:cstheme="minorHAnsi"/>
          <w:b/>
          <w:bCs/>
        </w:rPr>
        <w:t xml:space="preserve">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  <w:bookmarkStart w:id="0" w:name="_GoBack"/>
      <w:bookmarkEnd w:id="0"/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207A8CC7" w14:textId="0EBE6809" w:rsidR="009348E2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9A9D558" w14:textId="77777777" w:rsidR="003F7387" w:rsidRPr="00A5796D" w:rsidRDefault="003F7387" w:rsidP="00A5796D">
      <w:pPr>
        <w:spacing w:after="120" w:line="276" w:lineRule="auto"/>
        <w:ind w:left="567"/>
        <w:rPr>
          <w:rFonts w:cstheme="minorHAnsi"/>
          <w:i/>
        </w:rPr>
      </w:pPr>
    </w:p>
    <w:p w14:paraId="187780F1" w14:textId="5046F185" w:rsidR="009348E2" w:rsidRPr="003F7387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F84D30">
        <w:rPr>
          <w:rFonts w:cstheme="minorHAnsi"/>
          <w:b/>
          <w:bCs/>
          <w:highlight w:val="green"/>
        </w:rPr>
        <w:t>[DOPLNÍ DODAVATEL]</w:t>
      </w:r>
    </w:p>
    <w:p w14:paraId="4CAC6617" w14:textId="6B66BB5D" w:rsidR="003F7387" w:rsidRDefault="003F7387" w:rsidP="003F7387">
      <w:pPr>
        <w:spacing w:after="120" w:line="276" w:lineRule="auto"/>
        <w:rPr>
          <w:rFonts w:cstheme="minorHAnsi"/>
        </w:rPr>
      </w:pPr>
    </w:p>
    <w:p w14:paraId="5F2ED2B3" w14:textId="57D578EB" w:rsidR="003F7387" w:rsidRDefault="003F7387" w:rsidP="003F7387">
      <w:pPr>
        <w:spacing w:after="120" w:line="276" w:lineRule="auto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lastRenderedPageBreak/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F84D30">
        <w:rPr>
          <w:rFonts w:cstheme="minorHAnsi"/>
          <w:highlight w:val="green"/>
        </w:rPr>
        <w:t xml:space="preserve">je / není </w:t>
      </w:r>
      <w:r w:rsidRPr="00F84D30">
        <w:rPr>
          <w:rFonts w:cstheme="minorHAnsi"/>
          <w:b/>
          <w:highlight w:val="green"/>
        </w:rPr>
        <w:t>[DOPLNÍ</w:t>
      </w:r>
      <w:r w:rsidRPr="00F84D30">
        <w:rPr>
          <w:rFonts w:cstheme="minorHAnsi"/>
          <w:b/>
          <w:bCs/>
          <w:highlight w:val="green"/>
        </w:rPr>
        <w:t xml:space="preserve"> DODAVATEL</w:t>
      </w:r>
      <w:r w:rsidRPr="00F84D30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08A0F4B3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  <w:r w:rsidR="000912E2">
              <w:rPr>
                <w:rFonts w:cstheme="minorHAnsi"/>
              </w:rPr>
              <w:t xml:space="preserve"> (</w:t>
            </w:r>
            <w:r w:rsidR="00363B89">
              <w:rPr>
                <w:rFonts w:cstheme="minorHAnsi"/>
              </w:rPr>
              <w:t>tj. včetně ceny)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F84D3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84D3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079D2" w16cex:dateUtc="2023-05-18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DC701C" w16cid:durableId="281079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F7F3C" w14:textId="77777777" w:rsidR="009458D7" w:rsidRDefault="009458D7" w:rsidP="00962258">
      <w:pPr>
        <w:spacing w:after="0" w:line="240" w:lineRule="auto"/>
      </w:pPr>
      <w:r>
        <w:separator/>
      </w:r>
    </w:p>
  </w:endnote>
  <w:endnote w:type="continuationSeparator" w:id="0">
    <w:p w14:paraId="333F8C6C" w14:textId="77777777" w:rsidR="009458D7" w:rsidRDefault="009458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25AA37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F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F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4511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B17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76ABA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F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F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C25A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E36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44372" w14:textId="77777777" w:rsidR="009458D7" w:rsidRDefault="009458D7" w:rsidP="00962258">
      <w:pPr>
        <w:spacing w:after="0" w:line="240" w:lineRule="auto"/>
      </w:pPr>
      <w:r>
        <w:separator/>
      </w:r>
    </w:p>
  </w:footnote>
  <w:footnote w:type="continuationSeparator" w:id="0">
    <w:p w14:paraId="19FF5566" w14:textId="77777777" w:rsidR="009458D7" w:rsidRDefault="009458D7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oNotDisplayPageBoundaries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912E2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414C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63B89"/>
    <w:rsid w:val="0038302E"/>
    <w:rsid w:val="003956C6"/>
    <w:rsid w:val="003D3C01"/>
    <w:rsid w:val="003F7387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142E"/>
    <w:rsid w:val="00886D4B"/>
    <w:rsid w:val="00895406"/>
    <w:rsid w:val="008A3568"/>
    <w:rsid w:val="008A6B15"/>
    <w:rsid w:val="008B304A"/>
    <w:rsid w:val="008D03B9"/>
    <w:rsid w:val="008D5F9E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458D7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4D30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BC60AA70-0B1C-43EB-9B56-23B758BE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e72ec546-4dff-450b-b362-708814111d20"/>
    <ds:schemaRef ds:uri="http://purl.org/dc/elements/1.1/"/>
    <ds:schemaRef ds:uri="2cc53f03-f20e-45c2-932e-d0b8d8cf827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8DFB89-6F1E-4277-8113-0C09D0B62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CDAB9-4C65-4F7B-96BA-4D171464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319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</cp:revision>
  <cp:lastPrinted>2020-07-15T06:29:00Z</cp:lastPrinted>
  <dcterms:created xsi:type="dcterms:W3CDTF">2020-11-18T18:18:00Z</dcterms:created>
  <dcterms:modified xsi:type="dcterms:W3CDTF">2023-05-25T12:15:00Z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